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691A015F" w:rsidR="00957FDA" w:rsidRPr="00535962" w:rsidRDefault="00E948A7" w:rsidP="00957FDA">
                                    <w:pPr>
                                      <w:jc w:val="center"/>
                                    </w:pPr>
                                    <w:r w:rsidRPr="00E948A7">
                                      <w:rPr>
                                        <w:rStyle w:val="Style2"/>
                                      </w:rPr>
                                      <w:t>CONADIS-CCC-PEPB-2025-0004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691A015F" w:rsidR="00957FDA" w:rsidRPr="00535962" w:rsidRDefault="00E948A7" w:rsidP="00957FDA">
                              <w:pPr>
                                <w:jc w:val="center"/>
                              </w:pPr>
                              <w:r w:rsidRPr="00E948A7">
                                <w:rPr>
                                  <w:rStyle w:val="Style2"/>
                                </w:rPr>
                                <w:t>CONADIS-CCC-PEPB-2025-0004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E948A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2F23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1CBCB73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07C9F4C8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3669A06F" w:rsidR="00BC61BD" w:rsidRPr="00BC61BD" w:rsidRDefault="00333333">
                                <w:pPr>
                                  <w:rPr>
                                    <w:lang w:val="en-US"/>
                                  </w:rPr>
                                </w:pPr>
                                <w:r w:rsidRPr="00333333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D3CA5AF" wp14:editId="3FCEE5B4">
                                      <wp:extent cx="876300" cy="733647"/>
                                      <wp:effectExtent l="0" t="0" r="0" b="9525"/>
                                      <wp:docPr id="1475562595" name="Imagen 147556259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475562595" name="Imagen 1475562595" descr="Logotipo, nombre de la empresa&#10;&#10;El contenido generado por IA puede ser incorrecto.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86102" cy="74185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DC9F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3BC92952" w14:textId="3669A06F" w:rsidR="00BC61BD" w:rsidRPr="00BC61BD" w:rsidRDefault="00333333">
                          <w:pPr>
                            <w:rPr>
                              <w:lang w:val="en-US"/>
                            </w:rPr>
                          </w:pPr>
                          <w:r w:rsidRPr="00333333">
                            <w:drawing>
                              <wp:inline distT="0" distB="0" distL="0" distR="0" wp14:anchorId="0D3CA5AF" wp14:editId="3FCEE5B4">
                                <wp:extent cx="876300" cy="733647"/>
                                <wp:effectExtent l="0" t="0" r="0" b="9525"/>
                                <wp:docPr id="1475562595" name="Imagen 147556259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75562595" name="Imagen 1475562595" descr="Logotipo, nombre de la empresa&#10;&#10;El contenido generado por IA puede ser incorrecto.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6102" cy="74185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E948A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2F23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E948A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2F23D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852"/>
    <w:rsid w:val="00194FF2"/>
    <w:rsid w:val="001F73A7"/>
    <w:rsid w:val="00200073"/>
    <w:rsid w:val="00237271"/>
    <w:rsid w:val="00252411"/>
    <w:rsid w:val="00253DBA"/>
    <w:rsid w:val="0026335F"/>
    <w:rsid w:val="002860A4"/>
    <w:rsid w:val="00291EFB"/>
    <w:rsid w:val="002971F5"/>
    <w:rsid w:val="002C4A7E"/>
    <w:rsid w:val="002E1412"/>
    <w:rsid w:val="002F23D9"/>
    <w:rsid w:val="00314023"/>
    <w:rsid w:val="0031441A"/>
    <w:rsid w:val="00326566"/>
    <w:rsid w:val="00333333"/>
    <w:rsid w:val="00337AF7"/>
    <w:rsid w:val="0035024C"/>
    <w:rsid w:val="00351DE8"/>
    <w:rsid w:val="00357CC1"/>
    <w:rsid w:val="0037246F"/>
    <w:rsid w:val="00386FD9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4F0B4D"/>
    <w:rsid w:val="00535962"/>
    <w:rsid w:val="005B442B"/>
    <w:rsid w:val="005C744C"/>
    <w:rsid w:val="005D0D63"/>
    <w:rsid w:val="005D708A"/>
    <w:rsid w:val="005F0D5D"/>
    <w:rsid w:val="00611A07"/>
    <w:rsid w:val="0062592A"/>
    <w:rsid w:val="006506D0"/>
    <w:rsid w:val="00651E48"/>
    <w:rsid w:val="006527C5"/>
    <w:rsid w:val="006709BC"/>
    <w:rsid w:val="006933AB"/>
    <w:rsid w:val="00780880"/>
    <w:rsid w:val="007B4164"/>
    <w:rsid w:val="007B6F6F"/>
    <w:rsid w:val="007D6859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A16099"/>
    <w:rsid w:val="00A24343"/>
    <w:rsid w:val="00A268A0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82170"/>
    <w:rsid w:val="00B9237C"/>
    <w:rsid w:val="00B97B51"/>
    <w:rsid w:val="00BC1D0C"/>
    <w:rsid w:val="00BC61BD"/>
    <w:rsid w:val="00BD1DC7"/>
    <w:rsid w:val="00BE4FB0"/>
    <w:rsid w:val="00BF1AD5"/>
    <w:rsid w:val="00C36280"/>
    <w:rsid w:val="00C4645F"/>
    <w:rsid w:val="00C51B21"/>
    <w:rsid w:val="00C66D08"/>
    <w:rsid w:val="00C92848"/>
    <w:rsid w:val="00CA4661"/>
    <w:rsid w:val="00CB101C"/>
    <w:rsid w:val="00CC6DF7"/>
    <w:rsid w:val="00CE67A3"/>
    <w:rsid w:val="00D015CB"/>
    <w:rsid w:val="00D24FA7"/>
    <w:rsid w:val="00D64696"/>
    <w:rsid w:val="00D90D49"/>
    <w:rsid w:val="00D929B6"/>
    <w:rsid w:val="00DC3CA6"/>
    <w:rsid w:val="00DC5D96"/>
    <w:rsid w:val="00DD4F3E"/>
    <w:rsid w:val="00DE08DA"/>
    <w:rsid w:val="00DF0F78"/>
    <w:rsid w:val="00E13E55"/>
    <w:rsid w:val="00E3360B"/>
    <w:rsid w:val="00E50BF6"/>
    <w:rsid w:val="00E77D7B"/>
    <w:rsid w:val="00E948A7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47F8-9AB0-40E3-B5B9-861E3C76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3</TotalTime>
  <Pages>1</Pages>
  <Words>102</Words>
  <Characters>598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 DE LEÓN DE PÉREZ</cp:lastModifiedBy>
  <cp:revision>9</cp:revision>
  <cp:lastPrinted>2011-03-04T18:27:00Z</cp:lastPrinted>
  <dcterms:created xsi:type="dcterms:W3CDTF">2024-10-18T13:39:00Z</dcterms:created>
  <dcterms:modified xsi:type="dcterms:W3CDTF">2025-12-04T15:40:00Z</dcterms:modified>
</cp:coreProperties>
</file>